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F3C" w:rsidRDefault="000A5F3C">
      <w:pPr>
        <w:pStyle w:val="TitlePage"/>
      </w:pPr>
    </w:p>
    <w:p w:rsidR="000A5F3C" w:rsidRDefault="000A5F3C">
      <w:pPr>
        <w:pStyle w:val="TitlePage"/>
      </w:pPr>
    </w:p>
    <w:p w:rsidR="000A5F3C" w:rsidRDefault="000A5F3C">
      <w:pPr>
        <w:pStyle w:val="TitlePage"/>
      </w:pPr>
    </w:p>
    <w:p w:rsidR="000A5F3C" w:rsidRDefault="000A5F3C">
      <w:pPr>
        <w:pStyle w:val="TitlePage"/>
      </w:pPr>
    </w:p>
    <w:p w:rsidR="000A5F3C" w:rsidRDefault="000A5F3C">
      <w:pPr>
        <w:pStyle w:val="TitlePage"/>
      </w:pPr>
    </w:p>
    <w:p w:rsidR="000A5F3C" w:rsidRDefault="000A5F3C">
      <w:pPr>
        <w:pStyle w:val="TitlePage"/>
      </w:pPr>
    </w:p>
    <w:p w:rsidR="000A5F3C" w:rsidRDefault="000A5F3C">
      <w:pPr>
        <w:pStyle w:val="TitlePage"/>
      </w:pPr>
    </w:p>
    <w:p w:rsidR="000A5F3C" w:rsidRPr="00586C88" w:rsidRDefault="000A5F3C">
      <w:pPr>
        <w:pStyle w:val="TitlePage"/>
        <w:rPr>
          <w:b/>
          <w:sz w:val="40"/>
          <w:szCs w:val="40"/>
        </w:rPr>
      </w:pPr>
      <w:r w:rsidRPr="00586C88">
        <w:rPr>
          <w:b/>
          <w:sz w:val="40"/>
          <w:szCs w:val="40"/>
        </w:rPr>
        <w:t>SCREENPLAY TEMPLATE</w:t>
      </w:r>
    </w:p>
    <w:p w:rsidR="000A5F3C" w:rsidRDefault="000A5F3C">
      <w:pPr>
        <w:pStyle w:val="TitlePage"/>
      </w:pPr>
      <w:r>
        <w:t>By</w:t>
      </w:r>
    </w:p>
    <w:p w:rsidR="000A5F3C" w:rsidRDefault="000A5F3C">
      <w:pPr>
        <w:pStyle w:val="TitlePage"/>
      </w:pPr>
      <w:r>
        <w:t>Christopher P. Jacobs</w:t>
      </w:r>
    </w:p>
    <w:p w:rsidR="000A5F3C" w:rsidRDefault="000A5F3C">
      <w:pPr>
        <w:pStyle w:val="TitlePage"/>
      </w:pPr>
    </w:p>
    <w:p w:rsidR="000A5F3C" w:rsidRDefault="000A5F3C">
      <w:pPr>
        <w:pStyle w:val="TitlePage"/>
      </w:pPr>
    </w:p>
    <w:p w:rsidR="000A5F3C" w:rsidRDefault="000A5F3C">
      <w:pPr>
        <w:pStyle w:val="TitlePage"/>
      </w:pPr>
    </w:p>
    <w:p w:rsidR="000A5F3C" w:rsidRDefault="000A5F3C">
      <w:pPr>
        <w:pStyle w:val="TitlePage"/>
      </w:pPr>
    </w:p>
    <w:p w:rsidR="000A5F3C" w:rsidRDefault="000A5F3C">
      <w:pPr>
        <w:pStyle w:val="TitlePage"/>
      </w:pPr>
    </w:p>
    <w:p w:rsidR="000A5F3C" w:rsidRDefault="000A5F3C">
      <w:pPr>
        <w:pStyle w:val="TitlePage"/>
        <w:sectPr w:rsidR="000A5F3C">
          <w:headerReference w:type="default" r:id="rId8"/>
          <w:pgSz w:w="12240" w:h="15840"/>
          <w:pgMar w:top="1440" w:right="1800" w:bottom="1440" w:left="1800" w:header="720" w:footer="720" w:gutter="0"/>
          <w:pgNumType w:start="1"/>
          <w:cols w:space="720"/>
          <w:docGrid w:linePitch="360"/>
        </w:sectPr>
      </w:pPr>
      <w:bookmarkStart w:id="0" w:name="_GoBack"/>
      <w:bookmarkEnd w:id="0"/>
    </w:p>
    <w:p w:rsidR="000A5F3C" w:rsidRDefault="00811578" w:rsidP="00811578">
      <w:pPr>
        <w:pStyle w:val="Transition"/>
      </w:pPr>
      <w:r>
        <w:lastRenderedPageBreak/>
        <w:t>fade up to:</w:t>
      </w:r>
    </w:p>
    <w:p w:rsidR="000A5F3C" w:rsidRDefault="008B5ACB">
      <w:pPr>
        <w:pStyle w:val="Slugline"/>
      </w:pPr>
      <w:r>
        <w:t xml:space="preserve">int. kitchen - </w:t>
      </w:r>
      <w:r w:rsidR="000A5F3C">
        <w:t>day.</w:t>
      </w:r>
    </w:p>
    <w:p w:rsidR="000A5F3C" w:rsidRDefault="000A5F3C" w:rsidP="00A24E0C">
      <w:pPr>
        <w:pStyle w:val="Action"/>
      </w:pPr>
      <w:r>
        <w:t>A WOMAN pours her morning coffee with a slow sigh.</w:t>
      </w:r>
    </w:p>
    <w:p w:rsidR="00F61258" w:rsidRDefault="00F61258" w:rsidP="00F61258">
      <w:pPr>
        <w:pStyle w:val="Character"/>
      </w:pPr>
      <w:r>
        <w:t>veronica</w:t>
      </w:r>
    </w:p>
    <w:p w:rsidR="00811578" w:rsidRPr="00811578" w:rsidRDefault="00811578" w:rsidP="00811578">
      <w:pPr>
        <w:pStyle w:val="Dialogue"/>
      </w:pPr>
    </w:p>
    <w:p w:rsidR="00F61258" w:rsidRPr="00F61258" w:rsidRDefault="00F61258" w:rsidP="00F61258">
      <w:pPr>
        <w:pStyle w:val="Dialogue"/>
      </w:pPr>
    </w:p>
    <w:p w:rsidR="000A5F3C" w:rsidRDefault="000A5F3C">
      <w:pPr>
        <w:pStyle w:val="Transition"/>
      </w:pPr>
      <w:r>
        <w:t>dissolve to</w:t>
      </w:r>
      <w:r w:rsidR="00F836D7">
        <w:t>:</w:t>
      </w:r>
    </w:p>
    <w:p w:rsidR="000A5F3C" w:rsidRDefault="000A5F3C">
      <w:pPr>
        <w:pStyle w:val="Slugline"/>
      </w:pPr>
      <w:r>
        <w:t>Int. office</w:t>
      </w:r>
      <w:r w:rsidR="008B5ACB">
        <w:t xml:space="preserve"> - </w:t>
      </w:r>
      <w:r>
        <w:t>day</w:t>
      </w:r>
    </w:p>
    <w:p w:rsidR="000A5F3C" w:rsidRDefault="000A5F3C">
      <w:pPr>
        <w:pStyle w:val="Action"/>
      </w:pPr>
      <w:r>
        <w:t>The SCREENWRITER sits at his desk, staring at a computer screen. A female OFFICE ASSISTANT enters the room.</w:t>
      </w:r>
    </w:p>
    <w:p w:rsidR="000A5F3C" w:rsidRDefault="000A5F3C">
      <w:pPr>
        <w:pStyle w:val="Character"/>
      </w:pPr>
      <w:r>
        <w:t>SCREENWRITER</w:t>
      </w:r>
    </w:p>
    <w:p w:rsidR="000A5F3C" w:rsidRDefault="000A5F3C">
      <w:pPr>
        <w:pStyle w:val="Dialogue"/>
      </w:pPr>
      <w:r>
        <w:t>Did you find it?</w:t>
      </w:r>
    </w:p>
    <w:p w:rsidR="000A5F3C" w:rsidRDefault="000A5F3C">
      <w:pPr>
        <w:pStyle w:val="Character"/>
      </w:pPr>
      <w:r>
        <w:t>OFFICE ASSISTANT</w:t>
      </w:r>
    </w:p>
    <w:p w:rsidR="000A5F3C" w:rsidRDefault="000A5F3C">
      <w:pPr>
        <w:pStyle w:val="Dialogue"/>
      </w:pPr>
      <w:r>
        <w:t>Well, I...</w:t>
      </w:r>
    </w:p>
    <w:p w:rsidR="000A5F3C" w:rsidRDefault="008B5ACB" w:rsidP="008B5ACB">
      <w:pPr>
        <w:pStyle w:val="Action"/>
      </w:pPr>
      <w:r>
        <w:t>She shifts her feet nervously</w:t>
      </w:r>
    </w:p>
    <w:p w:rsidR="008B5ACB" w:rsidRPr="008B5ACB" w:rsidRDefault="008B5ACB" w:rsidP="008B5ACB">
      <w:pPr>
        <w:pStyle w:val="Character"/>
      </w:pPr>
      <w:r>
        <w:t>OFFICE ASSISTANT</w:t>
      </w:r>
    </w:p>
    <w:p w:rsidR="000A5F3C" w:rsidRDefault="000A5F3C">
      <w:pPr>
        <w:pStyle w:val="Dialogue"/>
      </w:pPr>
      <w:r>
        <w:t>...that is, it wasn’t...</w:t>
      </w:r>
    </w:p>
    <w:p w:rsidR="000A5F3C" w:rsidRDefault="000A5F3C">
      <w:pPr>
        <w:pStyle w:val="Character"/>
      </w:pPr>
      <w:r>
        <w:t>SCREENWRITER</w:t>
      </w:r>
    </w:p>
    <w:p w:rsidR="000A5F3C" w:rsidRDefault="000A5F3C">
      <w:pPr>
        <w:pStyle w:val="Parenthetical"/>
      </w:pPr>
      <w:r>
        <w:t>(sighing)</w:t>
      </w:r>
    </w:p>
    <w:p w:rsidR="000A5F3C" w:rsidRDefault="000A5F3C">
      <w:pPr>
        <w:pStyle w:val="Dialogue"/>
      </w:pPr>
      <w:r>
        <w:t>Didn’t think so. Go grab me some coffee, then.</w:t>
      </w:r>
    </w:p>
    <w:p w:rsidR="000A5F3C" w:rsidRDefault="008B5ACB">
      <w:pPr>
        <w:pStyle w:val="Slugline"/>
      </w:pPr>
      <w:r>
        <w:t xml:space="preserve">ext. office - </w:t>
      </w:r>
      <w:r w:rsidR="000A5F3C">
        <w:t>day</w:t>
      </w:r>
    </w:p>
    <w:p w:rsidR="00CD646F" w:rsidRDefault="000A5F3C">
      <w:pPr>
        <w:pStyle w:val="Action"/>
      </w:pPr>
      <w:r>
        <w:t>A breeze blows through the trees that shadow the entryway to the modern suburban office building.</w:t>
      </w:r>
    </w:p>
    <w:p w:rsidR="008B5ACB" w:rsidRDefault="008B5ACB" w:rsidP="008B5ACB">
      <w:pPr>
        <w:pStyle w:val="Dialogue"/>
        <w:ind w:left="0"/>
        <w:rPr>
          <w:caps/>
        </w:rPr>
      </w:pPr>
    </w:p>
    <w:p w:rsidR="008B5ACB" w:rsidRPr="008B5ACB" w:rsidRDefault="008B5ACB" w:rsidP="008B5ACB">
      <w:pPr>
        <w:pStyle w:val="Slugline"/>
      </w:pPr>
    </w:p>
    <w:sectPr w:rsidR="008B5ACB" w:rsidRPr="008B5ACB" w:rsidSect="0051426D">
      <w:headerReference w:type="default" r:id="rId9"/>
      <w:pgSz w:w="12240" w:h="15840"/>
      <w:pgMar w:top="720" w:right="1440" w:bottom="720" w:left="2448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9EA" w:rsidRDefault="007029EA">
      <w:r>
        <w:separator/>
      </w:r>
    </w:p>
  </w:endnote>
  <w:endnote w:type="continuationSeparator" w:id="0">
    <w:p w:rsidR="007029EA" w:rsidRDefault="0070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9EA" w:rsidRDefault="007029EA">
      <w:r>
        <w:separator/>
      </w:r>
    </w:p>
  </w:footnote>
  <w:footnote w:type="continuationSeparator" w:id="0">
    <w:p w:rsidR="007029EA" w:rsidRDefault="00702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F3C" w:rsidRDefault="000A5F3C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F3C" w:rsidRDefault="000A5F3C">
    <w:pPr>
      <w:pStyle w:val="Header"/>
      <w:framePr w:wrap="auto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6C88">
      <w:rPr>
        <w:rStyle w:val="PageNumber"/>
        <w:noProof/>
      </w:rPr>
      <w:t>1</w:t>
    </w:r>
    <w:r>
      <w:rPr>
        <w:rStyle w:val="PageNumber"/>
      </w:rPr>
      <w:fldChar w:fldCharType="end"/>
    </w:r>
  </w:p>
  <w:p w:rsidR="000A5F3C" w:rsidRDefault="000A5F3C">
    <w:pPr>
      <w:pStyle w:val="Header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4FE"/>
    <w:multiLevelType w:val="multilevel"/>
    <w:tmpl w:val="21DEA31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7167DD9"/>
    <w:multiLevelType w:val="multilevel"/>
    <w:tmpl w:val="2938A7A6"/>
    <w:lvl w:ilvl="0">
      <w:start w:val="1"/>
      <w:numFmt w:val="decimal"/>
      <w:lvlRestart w:val="0"/>
      <w:suff w:val="space"/>
      <w:lvlText w:val="%1."/>
      <w:lvlJc w:val="left"/>
      <w:pPr>
        <w:ind w:left="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>
    <w:nsid w:val="5BE10B17"/>
    <w:multiLevelType w:val="multilevel"/>
    <w:tmpl w:val="717AE77A"/>
    <w:lvl w:ilvl="0">
      <w:start w:val="1"/>
      <w:numFmt w:val="decimal"/>
      <w:suff w:val="space"/>
      <w:lvlText w:val="%1."/>
      <w:lvlJc w:val="left"/>
      <w:pPr>
        <w:ind w:left="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en-US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E3A"/>
    <w:rsid w:val="000572A4"/>
    <w:rsid w:val="000A5F3C"/>
    <w:rsid w:val="0051426D"/>
    <w:rsid w:val="00586C88"/>
    <w:rsid w:val="007029EA"/>
    <w:rsid w:val="007775D1"/>
    <w:rsid w:val="00811578"/>
    <w:rsid w:val="008B5ACB"/>
    <w:rsid w:val="00995CC8"/>
    <w:rsid w:val="00A24E0C"/>
    <w:rsid w:val="00BB7A3F"/>
    <w:rsid w:val="00CD646F"/>
    <w:rsid w:val="00D56E3A"/>
    <w:rsid w:val="00DD572A"/>
    <w:rsid w:val="00E219EA"/>
    <w:rsid w:val="00EC3CFB"/>
    <w:rsid w:val="00F61258"/>
    <w:rsid w:val="00F836D7"/>
    <w:rsid w:val="00FD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CED4A2-9494-46D3-840D-F2C6E28A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acter">
    <w:name w:val="Character"/>
    <w:basedOn w:val="Normal"/>
    <w:next w:val="Dialogue"/>
    <w:rsid w:val="00CD646F"/>
    <w:pPr>
      <w:keepNext/>
      <w:widowControl w:val="0"/>
      <w:autoSpaceDE w:val="0"/>
      <w:autoSpaceDN w:val="0"/>
      <w:adjustRightInd w:val="0"/>
      <w:spacing w:before="360"/>
      <w:ind w:left="3600" w:right="1440"/>
    </w:pPr>
    <w:rPr>
      <w:rFonts w:ascii="Courier" w:hAnsi="Courier"/>
      <w:caps/>
    </w:rPr>
  </w:style>
  <w:style w:type="paragraph" w:customStyle="1" w:styleId="Dialogue">
    <w:name w:val="Dialogue"/>
    <w:basedOn w:val="Normal"/>
    <w:next w:val="Character"/>
    <w:pPr>
      <w:widowControl w:val="0"/>
      <w:autoSpaceDE w:val="0"/>
      <w:autoSpaceDN w:val="0"/>
      <w:adjustRightInd w:val="0"/>
      <w:ind w:left="2160" w:right="2160"/>
    </w:pPr>
    <w:rPr>
      <w:rFonts w:ascii="Courier" w:hAnsi="Courier"/>
    </w:rPr>
  </w:style>
  <w:style w:type="paragraph" w:customStyle="1" w:styleId="Action">
    <w:name w:val="Action"/>
    <w:next w:val="Character"/>
    <w:rsid w:val="00A24E0C"/>
    <w:pPr>
      <w:widowControl w:val="0"/>
      <w:tabs>
        <w:tab w:val="left" w:pos="360"/>
      </w:tabs>
      <w:autoSpaceDE w:val="0"/>
      <w:autoSpaceDN w:val="0"/>
      <w:adjustRightInd w:val="0"/>
      <w:spacing w:before="360"/>
    </w:pPr>
    <w:rPr>
      <w:rFonts w:ascii="Courier" w:hAnsi="Courier"/>
      <w:color w:val="000000"/>
      <w:sz w:val="24"/>
      <w:szCs w:val="24"/>
    </w:rPr>
  </w:style>
  <w:style w:type="paragraph" w:customStyle="1" w:styleId="Parenthetical">
    <w:name w:val="Parenthetical"/>
    <w:basedOn w:val="Dialogue"/>
    <w:next w:val="Dialogue"/>
    <w:rsid w:val="00CD646F"/>
    <w:pPr>
      <w:keepNext/>
      <w:ind w:left="2880" w:right="14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TitlePage">
    <w:name w:val="Title Page"/>
    <w:basedOn w:val="Action"/>
    <w:pPr>
      <w:jc w:val="center"/>
    </w:pPr>
  </w:style>
  <w:style w:type="paragraph" w:customStyle="1" w:styleId="Slugline">
    <w:name w:val="Slugline"/>
    <w:basedOn w:val="Action"/>
    <w:next w:val="Action"/>
    <w:rsid w:val="00811578"/>
    <w:pPr>
      <w:keepNext/>
    </w:pPr>
    <w:rPr>
      <w:caps/>
    </w:rPr>
  </w:style>
  <w:style w:type="paragraph" w:customStyle="1" w:styleId="Transition">
    <w:name w:val="Transition"/>
    <w:basedOn w:val="Action"/>
    <w:next w:val="Slugline"/>
    <w:pPr>
      <w:jc w:val="right"/>
    </w:pPr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w%20papers\Alexey%20Nikolayev\Screenplay\Screenplay%20Templates\script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6A5ED-DB81-4D36-AE9A-419F2230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script_template.dot</Template>
  <TotalTime>1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SCREENPLAY TEMPLATE</vt:lpstr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SCREENPLAY TEMPLATE</dc:title>
  <dc:creator>USER</dc:creator>
  <cp:lastModifiedBy>MRT www.Win2Farsi.com</cp:lastModifiedBy>
  <cp:revision>2</cp:revision>
  <cp:lastPrinted>1899-12-31T19:00:00Z</cp:lastPrinted>
  <dcterms:created xsi:type="dcterms:W3CDTF">2018-05-17T03:20:00Z</dcterms:created>
  <dcterms:modified xsi:type="dcterms:W3CDTF">2018-11-08T06:38:00Z</dcterms:modified>
  <cp:category>screenplay</cp:category>
</cp:coreProperties>
</file>